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67E" w:rsidRPr="009143BB" w:rsidRDefault="0063767E" w:rsidP="009143BB">
      <w:pPr>
        <w:rPr>
          <w:b/>
          <w:bCs/>
        </w:rPr>
      </w:pPr>
      <w:bookmarkStart w:id="0" w:name="_GoBack"/>
      <w:r w:rsidRPr="009143BB">
        <w:rPr>
          <w:b/>
          <w:bCs/>
        </w:rPr>
        <w:t>О подг</w:t>
      </w:r>
      <w:r>
        <w:rPr>
          <w:b/>
          <w:bCs/>
        </w:rPr>
        <w:t xml:space="preserve">отовке к летней оздоровительной </w:t>
      </w:r>
      <w:r w:rsidRPr="009143BB">
        <w:rPr>
          <w:b/>
          <w:bCs/>
        </w:rPr>
        <w:t xml:space="preserve"> кампании </w:t>
      </w:r>
      <w:smartTag w:uri="urn:schemas-microsoft-com:office:smarttags" w:element="metricconverter">
        <w:smartTagPr>
          <w:attr w:name="ProductID" w:val="2014 г"/>
        </w:smartTagPr>
        <w:r w:rsidRPr="009143BB">
          <w:rPr>
            <w:b/>
            <w:bCs/>
          </w:rPr>
          <w:t>2014 г</w:t>
        </w:r>
      </w:smartTag>
      <w:r w:rsidRPr="009143BB">
        <w:rPr>
          <w:b/>
          <w:bCs/>
        </w:rPr>
        <w:t>.</w:t>
      </w:r>
      <w:bookmarkEnd w:id="0"/>
      <w:r>
        <w:rPr>
          <w:b/>
          <w:bCs/>
        </w:rPr>
        <w:t>в Татарском районе.</w:t>
      </w:r>
    </w:p>
    <w:p w:rsidR="0063767E" w:rsidRPr="009143BB" w:rsidRDefault="0063767E" w:rsidP="00382244">
      <w:pPr>
        <w:spacing w:after="0" w:line="240" w:lineRule="auto"/>
      </w:pPr>
      <w:r>
        <w:t xml:space="preserve">В Татарском районе </w:t>
      </w:r>
      <w:r w:rsidRPr="009143BB">
        <w:t xml:space="preserve"> продолжается подготовка к открыт</w:t>
      </w:r>
      <w:r>
        <w:t>ию сезона летних оздоровительных учреждений</w:t>
      </w:r>
      <w:r w:rsidRPr="009143BB">
        <w:t xml:space="preserve">. В течение 2014 года всеми формами отдыха и оздоровления с учетом численности детей </w:t>
      </w:r>
      <w:r>
        <w:t>школьного возраста (4612 детей) планируется охватить 2014 детей  в ЛДП(44</w:t>
      </w:r>
      <w:r w:rsidRPr="009143BB">
        <w:t xml:space="preserve"> %),</w:t>
      </w:r>
      <w:r>
        <w:t xml:space="preserve"> 360 детей в загородном лагере МБОУ ДОД «ДОЛ Солнечный»</w:t>
      </w:r>
      <w:r w:rsidRPr="009143BB">
        <w:t>, что не ниже уровня прошлого года.</w:t>
      </w:r>
    </w:p>
    <w:p w:rsidR="0063767E" w:rsidRPr="009143BB" w:rsidRDefault="0063767E" w:rsidP="00382244">
      <w:pPr>
        <w:spacing w:after="0" w:line="240" w:lineRule="auto"/>
      </w:pPr>
      <w:r w:rsidRPr="009143BB">
        <w:t>В настоящее время руководителями оздоровительных учреждений, заинтересованными  службами выполняются  программные мероприятия, связанные с повышением качества услуг в сфере отдыха и оздоровления детей, укреплением материально-технической базы детских загородных оздоровительных организаций, обеспечением безопасности детей и подростков во время их пребывания в летних оздоровительных учреждениях (ЛОУ), подготовкой квалифицирован</w:t>
      </w:r>
      <w:r>
        <w:t>ных кадров для работы с детьми.</w:t>
      </w:r>
    </w:p>
    <w:p w:rsidR="0063767E" w:rsidRPr="009143BB" w:rsidRDefault="0063767E" w:rsidP="00382244">
      <w:pPr>
        <w:spacing w:after="0" w:line="240" w:lineRule="auto"/>
      </w:pPr>
      <w:r>
        <w:t>Из 34</w:t>
      </w:r>
      <w:r w:rsidRPr="009143BB">
        <w:t xml:space="preserve"> учреждений отдыха и оздоровления, которые плани</w:t>
      </w:r>
      <w:r>
        <w:t>руют работу в летний период, 34 (100</w:t>
      </w:r>
      <w:r w:rsidRPr="009143BB">
        <w:t>%) направило в адрес</w:t>
      </w:r>
      <w:r>
        <w:t xml:space="preserve"> Территориального отдела Управления </w:t>
      </w:r>
      <w:r w:rsidRPr="009143BB">
        <w:t>Управл</w:t>
      </w:r>
      <w:r>
        <w:t xml:space="preserve">енияРоспотребнадзора по Новосибирской </w:t>
      </w:r>
      <w:r w:rsidRPr="009143BB">
        <w:t xml:space="preserve"> области</w:t>
      </w:r>
      <w:r>
        <w:t xml:space="preserve"> в Чановском районе </w:t>
      </w:r>
      <w:r w:rsidRPr="009143BB">
        <w:t xml:space="preserve"> уведомления с указанием планируемых сроков открытия оздоровительного учреждения, режиме работы, количестве смен и количестве оздоравливаемых детей. </w:t>
      </w:r>
    </w:p>
    <w:p w:rsidR="0063767E" w:rsidRPr="009143BB" w:rsidRDefault="0063767E" w:rsidP="00382244">
      <w:pPr>
        <w:spacing w:after="0" w:line="240" w:lineRule="auto"/>
      </w:pPr>
      <w:r>
        <w:t xml:space="preserve"> В</w:t>
      </w:r>
      <w:r w:rsidRPr="009143BB">
        <w:t xml:space="preserve">ыдано </w:t>
      </w:r>
      <w:r>
        <w:t>2 плана-задания по загородному оздоровительному  учреждению и лагерям дневного пребывания</w:t>
      </w:r>
      <w:r w:rsidRPr="009143BB">
        <w:t xml:space="preserve">. В планах-заданиях предусмотрены: частичный капитальный ремонт спальных корпусов, </w:t>
      </w:r>
      <w:r>
        <w:t xml:space="preserve">столовых, медицинском пункте, отрядных домиков, </w:t>
      </w:r>
      <w:r w:rsidRPr="009143BB">
        <w:t xml:space="preserve">систем водоснабжения, канализования, отопления, приобретение оборудования для пищеблоков, </w:t>
      </w:r>
      <w:r>
        <w:t>медкабинетов. По состоянию на 25 мая 2014 года выполнено  10</w:t>
      </w:r>
      <w:r w:rsidRPr="009143BB">
        <w:t xml:space="preserve">0% </w:t>
      </w:r>
      <w:r>
        <w:t xml:space="preserve"> мероприятий </w:t>
      </w:r>
      <w:r w:rsidRPr="009143BB">
        <w:t xml:space="preserve">планов-заданий. </w:t>
      </w:r>
    </w:p>
    <w:p w:rsidR="0063767E" w:rsidRPr="009143BB" w:rsidRDefault="0063767E" w:rsidP="00382244">
      <w:pPr>
        <w:spacing w:after="0"/>
      </w:pPr>
      <w:r w:rsidRPr="009143BB">
        <w:t>Специалистами «Центра г</w:t>
      </w:r>
      <w:r>
        <w:t xml:space="preserve">игиены и эпидемиологии в Новосибирской области» в  Татарском  районе проведена </w:t>
      </w:r>
      <w:r w:rsidRPr="009143BB">
        <w:t xml:space="preserve"> гигиеническая подготовка и аттестация должностных  лиц ЛОУ.</w:t>
      </w:r>
    </w:p>
    <w:p w:rsidR="0063767E" w:rsidRPr="009143BB" w:rsidRDefault="0063767E" w:rsidP="00382244">
      <w:pPr>
        <w:spacing w:after="0"/>
      </w:pPr>
      <w:r w:rsidRPr="009143BB">
        <w:t>Организована  работа по заключению договоров на проведение энтомологического контроля и</w:t>
      </w:r>
      <w:r>
        <w:t>акарицидных обработок с летними оздоровительными учреждениями.</w:t>
      </w:r>
    </w:p>
    <w:p w:rsidR="0063767E" w:rsidRPr="009143BB" w:rsidRDefault="0063767E" w:rsidP="00382244">
      <w:pPr>
        <w:spacing w:after="0"/>
      </w:pPr>
      <w:r w:rsidRPr="009143BB">
        <w:t>Специалистами   Роспотребнадзора в настоящее время  проводится согласование цикличного  меню для загородных ЛОУ, а также для организации питания в оздоровительных учреждениях  с дне</w:t>
      </w:r>
      <w:r>
        <w:t>вным пребыванием  детей</w:t>
      </w:r>
      <w:r w:rsidRPr="009143BB">
        <w:t>. При согласовании меню особое внимание было обращено на наличие в рационе свежих овощей, фруктов, соков</w:t>
      </w:r>
      <w:r>
        <w:t>, витаминизированных напитков.</w:t>
      </w:r>
    </w:p>
    <w:p w:rsidR="0063767E" w:rsidRPr="009143BB" w:rsidRDefault="0063767E" w:rsidP="009B7759">
      <w:pPr>
        <w:spacing w:after="0" w:line="240" w:lineRule="auto"/>
      </w:pPr>
      <w:r w:rsidRPr="009143BB">
        <w:t>Медицинское обслуживание детей в учреждениях отдыха и оздоровления будет</w:t>
      </w:r>
      <w:r>
        <w:t xml:space="preserve"> организовано в медпунктах  загородного оздоровительного учреждения,образовтельных учреждений,  фельдшерско-акушерских пунктах.</w:t>
      </w:r>
    </w:p>
    <w:p w:rsidR="0063767E" w:rsidRPr="009143BB" w:rsidRDefault="0063767E" w:rsidP="009B7759">
      <w:pPr>
        <w:spacing w:after="0" w:line="240" w:lineRule="auto"/>
      </w:pPr>
      <w:r w:rsidRPr="009143BB">
        <w:t>Подготовка к началу детской оздоровительной кампании 2014 года осуществляется в плановом режиме.</w:t>
      </w:r>
    </w:p>
    <w:p w:rsidR="0063767E" w:rsidRPr="009143BB" w:rsidRDefault="0063767E" w:rsidP="009143BB">
      <w:r w:rsidRPr="009143BB">
        <w:t xml:space="preserve">При приемке летних оздоровительных учреждений и осуществлении плановых проверок и внеплановых контрольно-надзорных мероприятий </w:t>
      </w:r>
      <w:r>
        <w:t xml:space="preserve"> в отношении загородных оздоровительных учреждений  </w:t>
      </w:r>
      <w:r w:rsidRPr="009143BB">
        <w:t xml:space="preserve">специалисты </w:t>
      </w:r>
      <w:r>
        <w:t xml:space="preserve">Территориального отдела </w:t>
      </w:r>
      <w:smartTag w:uri="urn:schemas-microsoft-com:office:smarttags" w:element="PersonName">
        <w:smartTagPr>
          <w:attr w:name="ProductID" w:val="Управления Роспотребнадзора"/>
        </w:smartTagPr>
        <w:r w:rsidRPr="009143BB">
          <w:t>Управления Роспотреб</w:t>
        </w:r>
        <w:r>
          <w:t>надзора</w:t>
        </w:r>
      </w:smartTag>
      <w:r>
        <w:t xml:space="preserve"> по Новосибирской </w:t>
      </w:r>
      <w:r w:rsidRPr="009143BB">
        <w:t>области</w:t>
      </w:r>
      <w:r>
        <w:t xml:space="preserve"> в Чановском районе </w:t>
      </w:r>
      <w:r w:rsidRPr="009143BB">
        <w:t xml:space="preserve"> будут руководствовать</w:t>
      </w:r>
      <w:r>
        <w:t xml:space="preserve">ся новыми санитарными правилами </w:t>
      </w:r>
      <w:r w:rsidRPr="009143BB">
        <w:t xml:space="preserve"> СанПиН 2.4.4.3155-13 «Санитарно-эпидемиологические требования к устройству, содержанию и организации работы стационарных организаций отдыха и оздоровления детей» зарегистрированы в Минюсте России 18 апреля </w:t>
      </w:r>
      <w:smartTag w:uri="urn:schemas-microsoft-com:office:smarttags" w:element="metricconverter">
        <w:smartTagPr>
          <w:attr w:name="ProductID" w:val="2014 г"/>
        </w:smartTagPr>
        <w:r w:rsidRPr="009143BB">
          <w:t>2014 г</w:t>
        </w:r>
      </w:smartTag>
      <w:r w:rsidRPr="009143BB">
        <w:t xml:space="preserve">. </w:t>
      </w:r>
    </w:p>
    <w:p w:rsidR="0063767E" w:rsidRDefault="0063767E" w:rsidP="00D26EE6">
      <w:pPr>
        <w:spacing w:after="0" w:line="240" w:lineRule="auto"/>
        <w:ind w:firstLine="425"/>
        <w:jc w:val="both"/>
      </w:pPr>
      <w:r>
        <w:t>Старший специалист- 1 разряда</w:t>
      </w:r>
    </w:p>
    <w:p w:rsidR="0063767E" w:rsidRDefault="0063767E" w:rsidP="00D26EE6">
      <w:pPr>
        <w:spacing w:after="0" w:line="240" w:lineRule="auto"/>
        <w:ind w:firstLine="425"/>
        <w:jc w:val="both"/>
      </w:pPr>
      <w:r>
        <w:t xml:space="preserve">Территориального отдела Управления </w:t>
      </w:r>
    </w:p>
    <w:p w:rsidR="0063767E" w:rsidRDefault="0063767E" w:rsidP="00D26EE6">
      <w:pPr>
        <w:spacing w:after="0" w:line="240" w:lineRule="auto"/>
        <w:ind w:firstLine="425"/>
        <w:jc w:val="both"/>
      </w:pPr>
      <w:r>
        <w:t>Роспотребнадзора по Новосибирской области</w:t>
      </w:r>
    </w:p>
    <w:p w:rsidR="0063767E" w:rsidRDefault="0063767E" w:rsidP="00D26EE6">
      <w:pPr>
        <w:spacing w:after="0" w:line="240" w:lineRule="auto"/>
        <w:ind w:firstLine="425"/>
        <w:jc w:val="both"/>
      </w:pPr>
      <w:r>
        <w:t>в Чановском районе                                                                     Маслак Н.И.</w:t>
      </w:r>
    </w:p>
    <w:p w:rsidR="0063767E" w:rsidRDefault="0063767E"/>
    <w:sectPr w:rsidR="0063767E" w:rsidSect="009C3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6A28"/>
    <w:rsid w:val="00066A28"/>
    <w:rsid w:val="002655A9"/>
    <w:rsid w:val="00270F23"/>
    <w:rsid w:val="00382244"/>
    <w:rsid w:val="00393CA3"/>
    <w:rsid w:val="0063767E"/>
    <w:rsid w:val="006E7B6E"/>
    <w:rsid w:val="008068F3"/>
    <w:rsid w:val="009143BB"/>
    <w:rsid w:val="00967D73"/>
    <w:rsid w:val="009B7759"/>
    <w:rsid w:val="009C34D8"/>
    <w:rsid w:val="00A95B31"/>
    <w:rsid w:val="00BA2129"/>
    <w:rsid w:val="00C5250C"/>
    <w:rsid w:val="00C63DD5"/>
    <w:rsid w:val="00D26EE6"/>
    <w:rsid w:val="00D5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4D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77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503</Words>
  <Characters>2873</Characters>
  <Application>Microsoft Office Outlook</Application>
  <DocSecurity>0</DocSecurity>
  <Lines>0</Lines>
  <Paragraphs>0</Paragraphs>
  <ScaleCrop>false</ScaleCrop>
  <Company>СЭС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СЭС</dc:creator>
  <cp:keywords/>
  <dc:description/>
  <cp:lastModifiedBy>User</cp:lastModifiedBy>
  <cp:revision>16</cp:revision>
  <dcterms:created xsi:type="dcterms:W3CDTF">2014-05-21T02:55:00Z</dcterms:created>
  <dcterms:modified xsi:type="dcterms:W3CDTF">2014-05-22T06:01:00Z</dcterms:modified>
</cp:coreProperties>
</file>